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1B35B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20</w:t>
      </w:r>
      <w:r w:rsidR="00720FF6">
        <w:rPr>
          <w:rFonts w:ascii="Corbel" w:hAnsi="Corbel"/>
          <w:iCs/>
          <w:smallCaps/>
          <w:color w:val="000000" w:themeColor="text1"/>
          <w:sz w:val="24"/>
          <w:szCs w:val="24"/>
        </w:rPr>
        <w:t>19</w:t>
      </w:r>
      <w:r w:rsidR="00DC6D0C" w:rsidRPr="008A3496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720FF6">
        <w:rPr>
          <w:rFonts w:ascii="Corbel" w:hAnsi="Corbel"/>
          <w:iCs/>
          <w:smallCaps/>
          <w:color w:val="000000" w:themeColor="text1"/>
          <w:sz w:val="24"/>
          <w:szCs w:val="24"/>
        </w:rPr>
        <w:t>2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6D4A3A2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20FF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20FF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Krawczyk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R.P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F2D8C" w14:textId="77777777" w:rsidR="007B6928" w:rsidRDefault="007B6928" w:rsidP="00C16ABF">
      <w:pPr>
        <w:spacing w:after="0" w:line="240" w:lineRule="auto"/>
      </w:pPr>
      <w:r>
        <w:separator/>
      </w:r>
    </w:p>
  </w:endnote>
  <w:endnote w:type="continuationSeparator" w:id="0">
    <w:p w14:paraId="27AC4B69" w14:textId="77777777" w:rsidR="007B6928" w:rsidRDefault="007B69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6C619" w14:textId="77777777" w:rsidR="007B6928" w:rsidRDefault="007B6928" w:rsidP="00C16ABF">
      <w:pPr>
        <w:spacing w:after="0" w:line="240" w:lineRule="auto"/>
      </w:pPr>
      <w:r>
        <w:separator/>
      </w:r>
    </w:p>
  </w:footnote>
  <w:footnote w:type="continuationSeparator" w:id="0">
    <w:p w14:paraId="332A94EE" w14:textId="77777777" w:rsidR="007B6928" w:rsidRDefault="007B692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B692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60287C-CEFA-4FBB-90D3-E3DA9FA1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2020-10-14T09:58:00Z</dcterms:created>
  <dcterms:modified xsi:type="dcterms:W3CDTF">2021-11-04T13:26:00Z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